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2112" w14:textId="452ADD6D" w:rsidR="0084590E" w:rsidRPr="00B17666" w:rsidRDefault="00B045DC" w:rsidP="0084590E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 wp14:anchorId="2FC04795" wp14:editId="233F5070">
            <wp:simplePos x="0" y="0"/>
            <wp:positionH relativeFrom="page">
              <wp:posOffset>914268</wp:posOffset>
            </wp:positionH>
            <wp:positionV relativeFrom="paragraph">
              <wp:posOffset>-79457</wp:posOffset>
            </wp:positionV>
            <wp:extent cx="629392" cy="62939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rinakharinwirot_Logo_TH_Bla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392" cy="629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90E" w:rsidRPr="00B17666">
        <w:rPr>
          <w:rFonts w:ascii="TH SarabunPSK" w:hAnsi="TH SarabunPSK" w:cs="TH SarabunPSK"/>
          <w:noProof/>
        </w:rPr>
        <w:tab/>
      </w:r>
      <w:r w:rsidR="0084590E" w:rsidRPr="00B17666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14:paraId="47C7B177" w14:textId="293D5E95" w:rsidR="0084590E" w:rsidRPr="00B17666" w:rsidRDefault="00772BE5" w:rsidP="0084590E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0FE6F8" wp14:editId="54DFD3C1">
                <wp:simplePos x="0" y="0"/>
                <wp:positionH relativeFrom="column">
                  <wp:posOffset>600075</wp:posOffset>
                </wp:positionH>
                <wp:positionV relativeFrom="paragraph">
                  <wp:posOffset>236855</wp:posOffset>
                </wp:positionV>
                <wp:extent cx="5153025" cy="0"/>
                <wp:effectExtent l="9525" t="11430" r="9525" b="7620"/>
                <wp:wrapNone/>
                <wp:docPr id="6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0762305" id="Line 19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25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tWaJwIAAE4EAAAOAAAAZHJzL2Uyb0RvYy54bWysVMGO2jAQvVfqP1i+QxI2U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84590E" w:rsidRPr="00B17666">
        <w:rPr>
          <w:rFonts w:ascii="TH SarabunPSK" w:hAnsi="TH SarabunPSK" w:cs="TH SarabunPSK"/>
          <w:b/>
          <w:bCs/>
          <w:sz w:val="40"/>
          <w:szCs w:val="40"/>
          <w:cs/>
        </w:rPr>
        <w:t>ส่วนงาน</w:t>
      </w:r>
      <w:r w:rsidR="0084590E" w:rsidRPr="00B176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4C1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4590E" w:rsidRPr="00B17666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84590E" w:rsidRPr="00B17666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52EFFADF" w14:textId="17064F9C" w:rsidR="0084590E" w:rsidRPr="00B17666" w:rsidRDefault="00772BE5" w:rsidP="0084590E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1CB05B" wp14:editId="4D46E6DB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6985" r="9525" b="12065"/>
                <wp:wrapNone/>
                <wp:docPr id="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85EE2B1" id="Line 19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">
                <v:stroke dashstyle="1 1" endcap="round"/>
              </v:line>
            </w:pict>
          </mc:Fallback>
        </mc:AlternateContent>
      </w: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65AFD" wp14:editId="69E9AFFA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8890" r="5715" b="10160"/>
                <wp:wrapNone/>
                <wp:docPr id="4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AD5D01" id="Line 19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">
                <v:stroke dashstyle="1 1" endcap="round"/>
              </v:line>
            </w:pict>
          </mc:Fallback>
        </mc:AlternateContent>
      </w:r>
      <w:r w:rsidR="0084590E" w:rsidRPr="00B1766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C853B1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853B1" w:rsidRPr="001377AC">
        <w:rPr>
          <w:rFonts w:ascii="TH SarabunPSK" w:hAnsi="TH SarabunPSK" w:cs="TH SarabunPSK"/>
          <w:sz w:val="32"/>
          <w:szCs w:val="32"/>
          <w:cs/>
        </w:rPr>
        <w:t>อว 8717</w:t>
      </w:r>
      <w:r w:rsidR="00C853B1" w:rsidRPr="001377AC">
        <w:rPr>
          <w:rFonts w:ascii="TH SarabunPSK" w:hAnsi="TH SarabunPSK" w:cs="TH SarabunPSK" w:hint="cs"/>
          <w:sz w:val="32"/>
          <w:szCs w:val="32"/>
          <w:cs/>
        </w:rPr>
        <w:t>.1</w:t>
      </w:r>
      <w:r w:rsidR="00D13521" w:rsidRPr="001377AC">
        <w:rPr>
          <w:rFonts w:ascii="TH SarabunPSK" w:hAnsi="TH SarabunPSK" w:cs="TH SarabunPSK" w:hint="cs"/>
          <w:sz w:val="32"/>
          <w:szCs w:val="32"/>
          <w:cs/>
        </w:rPr>
        <w:t>/</w:t>
      </w:r>
      <w:r w:rsidR="0084590E" w:rsidRPr="001377AC">
        <w:rPr>
          <w:rFonts w:ascii="TH SarabunPSK" w:hAnsi="TH SarabunPSK" w:cs="TH SarabunPSK"/>
          <w:sz w:val="32"/>
          <w:szCs w:val="32"/>
          <w:cs/>
        </w:rPr>
        <w:tab/>
      </w:r>
      <w:r w:rsidR="0084590E" w:rsidRPr="00B17666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84590E" w:rsidRPr="00B17666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8459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59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3A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541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B781247" w14:textId="59E558A8" w:rsidR="0002097B" w:rsidRPr="00B17666" w:rsidRDefault="00772BE5" w:rsidP="0084590E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D8422" wp14:editId="4F6D654D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10795" r="5080" b="8255"/>
                <wp:wrapNone/>
                <wp:docPr id="3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37EF0B92" id="Line 19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9hJwIAAE4EAAAOAAAAZHJzL2Uyb0RvYy54bWysVMGO2jAQvVfqP1i+QxI2U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4590E" w:rsidRPr="00B1766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84590E" w:rsidRPr="00B1766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755A5" w:rsidRPr="00A755A5">
        <w:rPr>
          <w:rFonts w:ascii="TH SarabunPSK" w:hAnsi="TH SarabunPSK" w:cs="TH SarabunPSK"/>
          <w:sz w:val="32"/>
          <w:szCs w:val="32"/>
          <w:cs/>
        </w:rPr>
        <w:t>ขอความอนุเคราะห์เป็นผู้ทรงคุณวุฒิพิจารณา</w:t>
      </w:r>
      <w:r w:rsidR="00767224">
        <w:rPr>
          <w:rFonts w:ascii="TH SarabunPSK" w:hAnsi="TH SarabunPSK" w:cs="TH SarabunPSK" w:hint="cs"/>
          <w:sz w:val="32"/>
          <w:szCs w:val="32"/>
          <w:cs/>
        </w:rPr>
        <w:t>และประเมิน</w:t>
      </w:r>
      <w:r w:rsidR="00A755A5" w:rsidRPr="00A755A5">
        <w:rPr>
          <w:rFonts w:ascii="TH SarabunPSK" w:hAnsi="TH SarabunPSK" w:cs="TH SarabunPSK"/>
          <w:sz w:val="32"/>
          <w:szCs w:val="32"/>
          <w:cs/>
        </w:rPr>
        <w:t>ผลงานวิจัย</w:t>
      </w:r>
    </w:p>
    <w:p w14:paraId="286222C2" w14:textId="5DDBF226" w:rsidR="002F3A85" w:rsidRPr="00767224" w:rsidRDefault="0084590E" w:rsidP="002F3A85">
      <w:pPr>
        <w:spacing w:before="120" w:after="120"/>
        <w:ind w:left="720" w:hanging="720"/>
        <w:jc w:val="thaiDistribute"/>
        <w:rPr>
          <w:rFonts w:ascii="TH SarabunPSK" w:hAnsi="TH SarabunPSK" w:cs="TH SarabunPSK"/>
          <w:spacing w:val="-10"/>
          <w:sz w:val="32"/>
          <w:szCs w:val="32"/>
          <w:u w:val="dotted"/>
          <w:cs/>
        </w:rPr>
      </w:pPr>
      <w:r w:rsidRPr="00B17666">
        <w:rPr>
          <w:rFonts w:ascii="TH SarabunPSK" w:hAnsi="TH SarabunPSK" w:cs="TH SarabunPSK"/>
          <w:spacing w:val="-10"/>
          <w:sz w:val="32"/>
          <w:szCs w:val="32"/>
          <w:cs/>
        </w:rPr>
        <w:t>เรียน</w:t>
      </w:r>
      <w:r w:rsidRPr="00B17666">
        <w:rPr>
          <w:rFonts w:ascii="TH SarabunPSK" w:hAnsi="TH SarabunPSK" w:cs="TH SarabunPSK"/>
          <w:spacing w:val="-10"/>
          <w:sz w:val="32"/>
          <w:szCs w:val="32"/>
        </w:rPr>
        <w:tab/>
      </w:r>
      <w:r w:rsidR="00767224">
        <w:rPr>
          <w:rFonts w:ascii="TH SarabunPSK" w:hAnsi="TH SarabunPSK" w:cs="TH SarabunPSK" w:hint="cs"/>
          <w:spacing w:val="-10"/>
          <w:sz w:val="32"/>
          <w:szCs w:val="32"/>
          <w:u w:val="dotted"/>
          <w:cs/>
        </w:rPr>
        <w:t xml:space="preserve">   </w:t>
      </w:r>
      <w:r w:rsidR="00767224" w:rsidRPr="00767224">
        <w:rPr>
          <w:rFonts w:ascii="TH SarabunPSK" w:hAnsi="TH SarabunPSK" w:cs="TH SarabunPSK" w:hint="cs"/>
          <w:i/>
          <w:iCs/>
          <w:color w:val="FF0000"/>
          <w:spacing w:val="-10"/>
          <w:sz w:val="32"/>
          <w:szCs w:val="32"/>
          <w:u w:val="dotted"/>
          <w:cs/>
        </w:rPr>
        <w:t>- ตำแหน่ง ชื่อ- สกุล ผู้ทรงคุณวุฒิพิจารณาผลงานวิจัย -</w:t>
      </w:r>
      <w:r w:rsidR="00767224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 w:rsidR="00767224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 w:rsidR="00767224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 w:rsidR="00767224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 w:rsidR="00767224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</w:p>
    <w:p w14:paraId="57DC34B5" w14:textId="4155A7F5" w:rsidR="00A755A5" w:rsidRPr="00A755A5" w:rsidRDefault="00B7219A" w:rsidP="00A755A5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="00767224">
        <w:rPr>
          <w:rFonts w:ascii="TH SarabunPSK" w:hAnsi="TH SarabunPSK" w:cs="TH SarabunPSK" w:hint="cs"/>
          <w:spacing w:val="-4"/>
          <w:sz w:val="32"/>
          <w:szCs w:val="32"/>
          <w:cs/>
        </w:rPr>
        <w:t>ตาม</w:t>
      </w:r>
      <w:r w:rsidR="00767224" w:rsidRPr="002619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คำสั่งคณะสังคมศาสตร์ที่ 098/2564 เรื่อง แต่งตั้งคณะกรรมการดำเนินการจัดเผยแพร่ผลงานวิจัยของนิสิตระดับบัณฑิตศึกษา คณะสังคมศาสตร์  </w:t>
      </w:r>
      <w:r w:rsidR="0076722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นั้น </w:t>
      </w:r>
      <w:r w:rsidR="00A755A5" w:rsidRPr="00A755A5">
        <w:rPr>
          <w:rFonts w:ascii="TH SarabunPSK" w:hAnsi="TH SarabunPSK" w:cs="TH SarabunPSK"/>
          <w:spacing w:val="-2"/>
          <w:sz w:val="32"/>
          <w:szCs w:val="32"/>
          <w:cs/>
        </w:rPr>
        <w:t>โดยบทความที่ประสงค์</w:t>
      </w:r>
      <w:r w:rsidR="00767224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เผยแพร่ในเว็ปไซต์คณะสังคมศาสตร์ </w:t>
      </w:r>
      <w:r w:rsidR="00A755A5" w:rsidRPr="00A755A5">
        <w:rPr>
          <w:rFonts w:ascii="TH SarabunPSK" w:hAnsi="TH SarabunPSK" w:cs="TH SarabunPSK"/>
          <w:spacing w:val="-2"/>
          <w:sz w:val="32"/>
          <w:szCs w:val="32"/>
          <w:cs/>
        </w:rPr>
        <w:t>ต้องผ่านการพิจารณาและประเมินคุณภาพโดยผู้ทรงคุณวุฒิ (</w:t>
      </w:r>
      <w:r w:rsidR="00A755A5" w:rsidRPr="00A755A5">
        <w:rPr>
          <w:rFonts w:ascii="TH SarabunPSK" w:hAnsi="TH SarabunPSK" w:cs="TH SarabunPSK"/>
          <w:spacing w:val="-2"/>
          <w:sz w:val="32"/>
          <w:szCs w:val="32"/>
        </w:rPr>
        <w:t xml:space="preserve">Peer review) </w:t>
      </w:r>
      <w:r w:rsidR="00A755A5"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จากภายในและภายนอกมหาวิทยาลัย  ซึ่งคณะสังคมศาสตร์ได้เล็งเห็นว่าท่านเป็นผู้ทรงคุณวุฒิที่มีความรู้ความสามารถ และมีความเชี่ยวชาญด้านงานวิจัยเป็นอย่างยิ่ง </w:t>
      </w:r>
    </w:p>
    <w:p w14:paraId="77735460" w14:textId="2B1691DB" w:rsidR="00767224" w:rsidRPr="00E13F29" w:rsidRDefault="00A755A5" w:rsidP="00961EE9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ในการนี้คณะสังคมศาสตร์ จึงขอเรียนเชิญท่านเป็นผู้ทรงคุณวุฒิประเมินบทความ </w:t>
      </w:r>
      <w:r w:rsidR="00E057DE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                   </w:t>
      </w:r>
      <w:r w:rsidRPr="00E13F29">
        <w:rPr>
          <w:rFonts w:ascii="TH SarabunPSK" w:hAnsi="TH SarabunPSK" w:cs="TH SarabunPSK"/>
          <w:spacing w:val="-2"/>
          <w:sz w:val="32"/>
          <w:szCs w:val="32"/>
          <w:cs/>
        </w:rPr>
        <w:t xml:space="preserve">เรื่อง </w:t>
      </w:r>
      <w:r w:rsidR="00767224"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="00767224"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="00767224"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="00767224"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="001B2E93"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</w:p>
    <w:p w14:paraId="1CB379B5" w14:textId="1C33059C" w:rsidR="00767224" w:rsidRPr="00E13F29" w:rsidRDefault="00767224" w:rsidP="00767224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  <w:u w:val="dotted"/>
        </w:rPr>
      </w:pPr>
      <w:r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ของนิสิต ชื่อ - สกุล </w:t>
      </w:r>
      <w:r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</w:p>
    <w:p w14:paraId="35DEE17D" w14:textId="6D7F8829" w:rsidR="00E41D0D" w:rsidRPr="00E13F29" w:rsidRDefault="00767224" w:rsidP="00767224">
      <w:pPr>
        <w:tabs>
          <w:tab w:val="left" w:pos="1418"/>
          <w:tab w:val="left" w:pos="6030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รหัสประจำตัวนิสิต </w:t>
      </w:r>
      <w:r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</w:t>
      </w:r>
      <w:r w:rsidR="00A755A5" w:rsidRPr="00E13F29">
        <w:rPr>
          <w:rFonts w:ascii="TH SarabunPSK" w:hAnsi="TH SarabunPSK" w:cs="TH SarabunPSK"/>
          <w:spacing w:val="-2"/>
          <w:sz w:val="32"/>
          <w:szCs w:val="32"/>
          <w:cs/>
        </w:rPr>
        <w:t xml:space="preserve">และขอความกรุณาท่านโปรดส่งผลการประเมินกลับคืน </w:t>
      </w:r>
      <w:r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>งานบริการวิชาการ</w:t>
      </w:r>
      <w:r w:rsidR="00A755A5" w:rsidRPr="00E13F29">
        <w:rPr>
          <w:rFonts w:ascii="TH SarabunPSK" w:hAnsi="TH SarabunPSK" w:cs="TH SarabunPSK"/>
          <w:spacing w:val="-2"/>
          <w:sz w:val="32"/>
          <w:szCs w:val="32"/>
          <w:cs/>
        </w:rPr>
        <w:t xml:space="preserve"> สำนักงานคณบดีคณะสังคมศาสตร์ ภายใน</w:t>
      </w:r>
      <w:r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>วันที่</w:t>
      </w:r>
      <w:r w:rsidRPr="00E13F29"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="001B2E93"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A755A5" w:rsidRPr="00E13F29">
        <w:rPr>
          <w:rFonts w:ascii="TH SarabunPSK" w:hAnsi="TH SarabunPSK" w:cs="TH SarabunPSK"/>
          <w:spacing w:val="-2"/>
          <w:sz w:val="32"/>
          <w:szCs w:val="32"/>
          <w:cs/>
        </w:rPr>
        <w:t>จักขอบคุณยิ่ง</w:t>
      </w:r>
    </w:p>
    <w:p w14:paraId="00AAA06E" w14:textId="3DF65634" w:rsidR="00767224" w:rsidRPr="00E13F29" w:rsidRDefault="002F3A85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E13F29">
        <w:rPr>
          <w:rFonts w:ascii="TH SarabunPSK" w:hAnsi="TH SarabunPSK" w:cs="TH SarabunPSK"/>
          <w:spacing w:val="-2"/>
          <w:sz w:val="32"/>
          <w:szCs w:val="32"/>
          <w:cs/>
        </w:rPr>
        <w:t>จึงเรียนมาเพื่อโปรด</w:t>
      </w:r>
      <w:r w:rsidR="00E546F2" w:rsidRPr="00E13F29">
        <w:rPr>
          <w:rFonts w:ascii="TH SarabunPSK" w:hAnsi="TH SarabunPSK" w:cs="TH SarabunPSK" w:hint="cs"/>
          <w:spacing w:val="-2"/>
          <w:sz w:val="32"/>
          <w:szCs w:val="32"/>
          <w:cs/>
        </w:rPr>
        <w:t>พิจารณา</w:t>
      </w:r>
      <w:r w:rsidR="00767224" w:rsidRPr="00E13F29">
        <w:rPr>
          <w:rFonts w:ascii="TH SarabunPSK" w:hAnsi="TH SarabunPSK" w:cs="TH SarabunPSK"/>
          <w:spacing w:val="-2"/>
          <w:sz w:val="32"/>
          <w:szCs w:val="32"/>
          <w:cs/>
        </w:rPr>
        <w:tab/>
      </w:r>
    </w:p>
    <w:p w14:paraId="78FFE635" w14:textId="0C2F730F" w:rsidR="00767224" w:rsidRDefault="00767224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135DC29F" w14:textId="64E7A5CE" w:rsidR="00767224" w:rsidRDefault="00767224" w:rsidP="00767224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(............................................................................)</w:t>
      </w:r>
    </w:p>
    <w:p w14:paraId="25D0AEC6" w14:textId="3D6ABE7D" w:rsidR="00767224" w:rsidRDefault="00767224" w:rsidP="00767224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ประธานหลักสูตร..........................................................</w:t>
      </w:r>
    </w:p>
    <w:p w14:paraId="431A837F" w14:textId="5CC77F21" w:rsidR="00767224" w:rsidRDefault="00767224" w:rsidP="00767224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สาขาวิชา..................................................................</w:t>
      </w:r>
    </w:p>
    <w:p w14:paraId="6C65054E" w14:textId="0A214839" w:rsidR="00767224" w:rsidRDefault="00767224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39DC7731" w14:textId="77777777" w:rsidR="00760F24" w:rsidRDefault="00760F24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0416ACAE" w14:textId="4C5C89B4" w:rsidR="00767224" w:rsidRDefault="00767224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(............................................................................)</w:t>
      </w:r>
    </w:p>
    <w:p w14:paraId="06A4C9FF" w14:textId="00B8108D" w:rsidR="00555B7A" w:rsidRDefault="00767224" w:rsidP="00767224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หน้าหน้าภาควิชา...............................................</w:t>
      </w:r>
    </w:p>
    <w:p w14:paraId="223AD66C" w14:textId="4640AAE6" w:rsidR="00555B7A" w:rsidRPr="00B17666" w:rsidRDefault="00555B7A" w:rsidP="00555B7A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4912FACC" wp14:editId="782C2E0F">
            <wp:simplePos x="0" y="0"/>
            <wp:positionH relativeFrom="page">
              <wp:posOffset>914268</wp:posOffset>
            </wp:positionH>
            <wp:positionV relativeFrom="paragraph">
              <wp:posOffset>-79457</wp:posOffset>
            </wp:positionV>
            <wp:extent cx="629392" cy="629392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rinakharinwirot_Logo_TH_Bla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392" cy="629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7666">
        <w:rPr>
          <w:rFonts w:ascii="TH SarabunPSK" w:hAnsi="TH SarabunPSK" w:cs="TH SarabunPSK"/>
          <w:noProof/>
        </w:rPr>
        <w:tab/>
      </w:r>
      <w:r w:rsidRPr="00B17666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14:paraId="40C30E72" w14:textId="77777777" w:rsidR="00555B7A" w:rsidRDefault="00555B7A" w:rsidP="00555B7A">
      <w:pPr>
        <w:tabs>
          <w:tab w:val="left" w:pos="9000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6D2A3ECF" w14:textId="045B61C9" w:rsidR="00555B7A" w:rsidRPr="00B17666" w:rsidRDefault="00555B7A" w:rsidP="00555B7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0005E" wp14:editId="7F4AE6FE">
                <wp:simplePos x="0" y="0"/>
                <wp:positionH relativeFrom="column">
                  <wp:posOffset>600075</wp:posOffset>
                </wp:positionH>
                <wp:positionV relativeFrom="paragraph">
                  <wp:posOffset>236855</wp:posOffset>
                </wp:positionV>
                <wp:extent cx="5153025" cy="0"/>
                <wp:effectExtent l="9525" t="11430" r="9525" b="7620"/>
                <wp:wrapNone/>
                <wp:docPr id="1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6465" id="Line 19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25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RtJwIAAE4EAAAOAAAAZHJzL2Uyb0RvYy54bWysVMGO2jAQvVfqP1i+QxI2U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Pr="00B17666">
        <w:rPr>
          <w:rFonts w:ascii="TH SarabunPSK" w:hAnsi="TH SarabunPSK" w:cs="TH SarabunPSK"/>
          <w:b/>
          <w:bCs/>
          <w:sz w:val="40"/>
          <w:szCs w:val="40"/>
          <w:cs/>
        </w:rPr>
        <w:t>ส่วนงาน</w:t>
      </w:r>
      <w:r w:rsidRPr="00B1766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B17666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B17666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08B87EF8" w14:textId="77777777" w:rsidR="00555B7A" w:rsidRPr="00B17666" w:rsidRDefault="00555B7A" w:rsidP="00555B7A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8C9E19" wp14:editId="689A20C9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6985" r="9525" b="12065"/>
                <wp:wrapNone/>
                <wp:docPr id="7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99267" id="Line 19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">
                <v:stroke dashstyle="1 1" endcap="round"/>
              </v:line>
            </w:pict>
          </mc:Fallback>
        </mc:AlternateContent>
      </w: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8BB06" wp14:editId="2A5BC69F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8890" r="5715" b="10160"/>
                <wp:wrapNone/>
                <wp:docPr id="8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666AE" id="Line 19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">
                <v:stroke dashstyle="1 1" endcap="round"/>
              </v:line>
            </w:pict>
          </mc:Fallback>
        </mc:AlternateContent>
      </w:r>
      <w:r w:rsidRPr="00B1766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377AC">
        <w:rPr>
          <w:rFonts w:ascii="TH SarabunPSK" w:hAnsi="TH SarabunPSK" w:cs="TH SarabunPSK"/>
          <w:sz w:val="32"/>
          <w:szCs w:val="32"/>
          <w:cs/>
        </w:rPr>
        <w:t>อว 8717</w:t>
      </w:r>
      <w:r w:rsidRPr="001377AC">
        <w:rPr>
          <w:rFonts w:ascii="TH SarabunPSK" w:hAnsi="TH SarabunPSK" w:cs="TH SarabunPSK" w:hint="cs"/>
          <w:sz w:val="32"/>
          <w:szCs w:val="32"/>
          <w:cs/>
        </w:rPr>
        <w:t>.1/</w:t>
      </w:r>
      <w:r w:rsidRPr="001377AC">
        <w:rPr>
          <w:rFonts w:ascii="TH SarabunPSK" w:hAnsi="TH SarabunPSK" w:cs="TH SarabunPSK"/>
          <w:sz w:val="32"/>
          <w:szCs w:val="32"/>
          <w:cs/>
        </w:rPr>
        <w:tab/>
      </w:r>
      <w:r w:rsidRPr="00B17666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Pr="00B17666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28EB95A2" w14:textId="77777777" w:rsidR="00555B7A" w:rsidRPr="00B17666" w:rsidRDefault="00555B7A" w:rsidP="00555B7A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766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DF9BE7" wp14:editId="266CB41A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10795" r="5080" b="8255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50B4C" id="Line 19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ZBJgIAAE4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Pr="00B1766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Pr="00B1766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755A5">
        <w:rPr>
          <w:rFonts w:ascii="TH SarabunPSK" w:hAnsi="TH SarabunPSK" w:cs="TH SarabunPSK"/>
          <w:sz w:val="32"/>
          <w:szCs w:val="32"/>
          <w:cs/>
        </w:rPr>
        <w:t>ขอความอนุเคราะห์เป็นผู้ทรงคุณวุฒิพิจารณา</w:t>
      </w:r>
      <w:r>
        <w:rPr>
          <w:rFonts w:ascii="TH SarabunPSK" w:hAnsi="TH SarabunPSK" w:cs="TH SarabunPSK" w:hint="cs"/>
          <w:sz w:val="32"/>
          <w:szCs w:val="32"/>
          <w:cs/>
        </w:rPr>
        <w:t>และประเมิน</w:t>
      </w:r>
      <w:r w:rsidRPr="00A755A5">
        <w:rPr>
          <w:rFonts w:ascii="TH SarabunPSK" w:hAnsi="TH SarabunPSK" w:cs="TH SarabunPSK"/>
          <w:sz w:val="32"/>
          <w:szCs w:val="32"/>
          <w:cs/>
        </w:rPr>
        <w:t>ผลงานวิจัย</w:t>
      </w:r>
    </w:p>
    <w:p w14:paraId="70D841C3" w14:textId="77777777" w:rsidR="00555B7A" w:rsidRPr="00767224" w:rsidRDefault="00555B7A" w:rsidP="00555B7A">
      <w:pPr>
        <w:spacing w:before="120" w:after="120"/>
        <w:ind w:left="720" w:hanging="720"/>
        <w:jc w:val="thaiDistribute"/>
        <w:rPr>
          <w:rFonts w:ascii="TH SarabunPSK" w:hAnsi="TH SarabunPSK" w:cs="TH SarabunPSK"/>
          <w:spacing w:val="-10"/>
          <w:sz w:val="32"/>
          <w:szCs w:val="32"/>
          <w:u w:val="dotted"/>
          <w:cs/>
        </w:rPr>
      </w:pPr>
      <w:r w:rsidRPr="00B17666">
        <w:rPr>
          <w:rFonts w:ascii="TH SarabunPSK" w:hAnsi="TH SarabunPSK" w:cs="TH SarabunPSK"/>
          <w:spacing w:val="-10"/>
          <w:sz w:val="32"/>
          <w:szCs w:val="32"/>
          <w:cs/>
        </w:rPr>
        <w:t>เรียน</w:t>
      </w:r>
      <w:r w:rsidRPr="00B17666">
        <w:rPr>
          <w:rFonts w:ascii="TH SarabunPSK" w:hAnsi="TH SarabunPSK" w:cs="TH SarabunPSK"/>
          <w:spacing w:val="-10"/>
          <w:sz w:val="32"/>
          <w:szCs w:val="32"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u w:val="dotted"/>
          <w:cs/>
        </w:rPr>
        <w:t xml:space="preserve">   </w:t>
      </w:r>
      <w:r w:rsidRPr="00767224">
        <w:rPr>
          <w:rFonts w:ascii="TH SarabunPSK" w:hAnsi="TH SarabunPSK" w:cs="TH SarabunPSK" w:hint="cs"/>
          <w:i/>
          <w:iCs/>
          <w:color w:val="FF0000"/>
          <w:spacing w:val="-10"/>
          <w:sz w:val="32"/>
          <w:szCs w:val="32"/>
          <w:u w:val="dotted"/>
          <w:cs/>
        </w:rPr>
        <w:t>- ตำแหน่ง ชื่อ- สกุล ผู้ทรงคุณวุฒิพิจารณาผลงานวิจัย -</w:t>
      </w:r>
      <w:r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ab/>
      </w:r>
    </w:p>
    <w:p w14:paraId="335FD4D8" w14:textId="77777777" w:rsidR="00555B7A" w:rsidRPr="00A755A5" w:rsidRDefault="00555B7A" w:rsidP="00555B7A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ตาม</w:t>
      </w:r>
      <w:r w:rsidRPr="002619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คำสั่งคณะสังคมศาสตร์ที่ 098/2564 เรื่อง แต่งตั้งคณะกรรมการดำเนินการจัดเผยแพร่ผลงานวิจัยของนิสิตระดับบัณฑิตศึกษา คณะสังคมศาสตร์ 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นั้น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>โดยบทความที่ประสงค์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เผยแพร่ในเว็ปไซต์คณะสังคมศาสตร์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>ต้องผ่านการพิจารณาและประเมินคุณภาพโดยผู้ทรงคุณวุฒิ (</w:t>
      </w:r>
      <w:r w:rsidRPr="00A755A5">
        <w:rPr>
          <w:rFonts w:ascii="TH SarabunPSK" w:hAnsi="TH SarabunPSK" w:cs="TH SarabunPSK"/>
          <w:spacing w:val="-2"/>
          <w:sz w:val="32"/>
          <w:szCs w:val="32"/>
        </w:rPr>
        <w:t xml:space="preserve">Peer review)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จากภายในและภายนอกมหาวิทยาลัย  ซึ่งคณะสังคมศาสตร์ได้เล็งเห็นว่าท่านเป็นผู้ทรงคุณวุฒิที่มีความรู้ความสามารถ และมีความเชี่ยวชาญด้านงานวิจัยเป็นอย่างยิ่ง </w:t>
      </w:r>
    </w:p>
    <w:p w14:paraId="7E7537CF" w14:textId="77777777" w:rsidR="00555B7A" w:rsidRDefault="00555B7A" w:rsidP="00555B7A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ในการนี้คณะสังคมศาสตร์ จึงขอเรียนเชิญท่านเป็นผู้ทรงคุณวุฒิประเมินบทความ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                  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/>
          <w:b/>
          <w:bCs/>
          <w:spacing w:val="-2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pacing w:val="-2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pacing w:val="-2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pacing w:val="-2"/>
          <w:sz w:val="32"/>
          <w:szCs w:val="32"/>
          <w:u w:val="dotted"/>
          <w:cs/>
        </w:rPr>
        <w:tab/>
      </w:r>
      <w:r w:rsidRPr="00767224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</w:p>
    <w:p w14:paraId="71EAFC21" w14:textId="77777777" w:rsidR="00555B7A" w:rsidRPr="00767224" w:rsidRDefault="00555B7A" w:rsidP="00555B7A">
      <w:pPr>
        <w:tabs>
          <w:tab w:val="left" w:pos="1418"/>
          <w:tab w:val="left" w:pos="9000"/>
        </w:tabs>
        <w:jc w:val="thaiDistribute"/>
        <w:rPr>
          <w:rFonts w:ascii="TH SarabunPSK" w:hAnsi="TH SarabunPSK" w:cs="TH SarabunPSK"/>
          <w:spacing w:val="-2"/>
          <w:sz w:val="32"/>
          <w:szCs w:val="32"/>
          <w:u w:val="dotted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ของนิสิต ชื่อ - สกุล </w:t>
      </w:r>
      <w:r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</w:p>
    <w:p w14:paraId="5ED7689C" w14:textId="77777777" w:rsidR="00555B7A" w:rsidRPr="002C7474" w:rsidRDefault="00555B7A" w:rsidP="00555B7A">
      <w:pPr>
        <w:tabs>
          <w:tab w:val="left" w:pos="1418"/>
          <w:tab w:val="left" w:pos="6030"/>
          <w:tab w:val="left" w:pos="9000"/>
        </w:tabs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รหัสประจำตัวนิสิต </w:t>
      </w:r>
      <w:r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และขอความกรุณาท่านโปรดส่งผลการประเมินกลับคืน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งานบริการวิชาการ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 xml:space="preserve"> สำนักงานคณบดีคณะสังคมศาสตร์ ภายใน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วันที่</w:t>
      </w:r>
      <w:r>
        <w:rPr>
          <w:rFonts w:ascii="TH SarabunPSK" w:hAnsi="TH SarabunPSK" w:cs="TH SarabunPSK"/>
          <w:spacing w:val="-2"/>
          <w:sz w:val="32"/>
          <w:szCs w:val="32"/>
          <w:u w:val="dotted"/>
          <w:cs/>
        </w:rPr>
        <w:tab/>
      </w:r>
      <w:r w:rsidRPr="00767224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A755A5">
        <w:rPr>
          <w:rFonts w:ascii="TH SarabunPSK" w:hAnsi="TH SarabunPSK" w:cs="TH SarabunPSK"/>
          <w:spacing w:val="-2"/>
          <w:sz w:val="32"/>
          <w:szCs w:val="32"/>
          <w:cs/>
        </w:rPr>
        <w:t>จักขอบคุณยิ่ง</w:t>
      </w:r>
    </w:p>
    <w:p w14:paraId="08D514CC" w14:textId="77777777" w:rsidR="00555B7A" w:rsidRDefault="00555B7A" w:rsidP="00555B7A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2F3A85">
        <w:rPr>
          <w:rFonts w:ascii="TH SarabunPSK" w:hAnsi="TH SarabunPSK" w:cs="TH SarabunPSK"/>
          <w:spacing w:val="-2"/>
          <w:sz w:val="32"/>
          <w:szCs w:val="32"/>
          <w:cs/>
        </w:rPr>
        <w:t>จึงเรียนมาเพื่อโปรด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พิจารณา</w:t>
      </w: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</w:p>
    <w:p w14:paraId="718B8DB4" w14:textId="77777777" w:rsidR="00555B7A" w:rsidRDefault="00555B7A" w:rsidP="00555B7A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11C82A0E" w14:textId="77777777" w:rsidR="00555B7A" w:rsidRDefault="00555B7A" w:rsidP="00555B7A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(............................................................................)</w:t>
      </w:r>
    </w:p>
    <w:p w14:paraId="470211B5" w14:textId="77777777" w:rsidR="00555B7A" w:rsidRDefault="00555B7A" w:rsidP="00555B7A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ประธานหลักสูตร..........................................................</w:t>
      </w:r>
    </w:p>
    <w:p w14:paraId="356E368E" w14:textId="77777777" w:rsidR="00555B7A" w:rsidRDefault="00555B7A" w:rsidP="00555B7A">
      <w:pPr>
        <w:tabs>
          <w:tab w:val="center" w:pos="6300"/>
        </w:tabs>
        <w:spacing w:before="240"/>
        <w:ind w:right="230" w:firstLine="965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สาขาวิชา..................................................................</w:t>
      </w:r>
    </w:p>
    <w:p w14:paraId="602FAB58" w14:textId="59D56D63" w:rsidR="00555B7A" w:rsidRDefault="00555B7A" w:rsidP="00555B7A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6BD25FF4" w14:textId="77777777" w:rsidR="00760F24" w:rsidRDefault="00760F24" w:rsidP="00555B7A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14:paraId="1FCD2CEE" w14:textId="77777777" w:rsidR="00555B7A" w:rsidRDefault="00555B7A" w:rsidP="00555B7A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(............................................................................)</w:t>
      </w:r>
    </w:p>
    <w:p w14:paraId="3453B01F" w14:textId="34983CE4" w:rsidR="00555B7A" w:rsidRPr="001A5485" w:rsidRDefault="00555B7A" w:rsidP="001A5485">
      <w:pPr>
        <w:tabs>
          <w:tab w:val="center" w:pos="6300"/>
        </w:tabs>
        <w:spacing w:before="240" w:after="120"/>
        <w:ind w:right="227" w:firstLine="964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หน้าหน้าภาควิชา...............................................</w:t>
      </w:r>
    </w:p>
    <w:p w14:paraId="66AB5003" w14:textId="77777777" w:rsidR="00555B7A" w:rsidRPr="00684EF0" w:rsidRDefault="00555B7A" w:rsidP="00555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77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แบบประเมินบทความวิจัย</w:t>
      </w:r>
      <w:r w:rsidRPr="00224E4F">
        <w:rPr>
          <w:rFonts w:ascii="TH SarabunPSK" w:hAnsi="TH SarabunPSK" w:cs="TH SarabunPSK"/>
          <w:b/>
          <w:bCs/>
          <w:sz w:val="32"/>
          <w:szCs w:val="32"/>
          <w:cs/>
        </w:rPr>
        <w:t>จากปริญญานิพนธ์</w:t>
      </w:r>
    </w:p>
    <w:p w14:paraId="35644737" w14:textId="77777777" w:rsidR="00555B7A" w:rsidRDefault="00555B7A" w:rsidP="00555B7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5297A26" w14:textId="09985E3F" w:rsidR="00555B7A" w:rsidRPr="00555B7A" w:rsidRDefault="00555B7A" w:rsidP="00555B7A">
      <w:pPr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426"/>
        <w:gridCol w:w="425"/>
        <w:gridCol w:w="425"/>
        <w:gridCol w:w="425"/>
        <w:gridCol w:w="426"/>
      </w:tblGrid>
      <w:tr w:rsidR="00555B7A" w:rsidRPr="00A0774F" w14:paraId="494508E9" w14:textId="77777777" w:rsidTr="002C3BDB">
        <w:tc>
          <w:tcPr>
            <w:tcW w:w="7371" w:type="dxa"/>
            <w:vMerge w:val="restart"/>
            <w:vAlign w:val="center"/>
          </w:tcPr>
          <w:p w14:paraId="333FF5B2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เกณฑ์ในการ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</w:p>
        </w:tc>
        <w:tc>
          <w:tcPr>
            <w:tcW w:w="2127" w:type="dxa"/>
            <w:gridSpan w:val="5"/>
            <w:vAlign w:val="center"/>
          </w:tcPr>
          <w:p w14:paraId="37C18B1A" w14:textId="77777777" w:rsidR="00555B7A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คะแนนประเมิน</w:t>
            </w:r>
          </w:p>
          <w:p w14:paraId="17022B55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(มีความเหมะสมมากไปน้อยตามลำดับ)</w:t>
            </w:r>
          </w:p>
        </w:tc>
      </w:tr>
      <w:tr w:rsidR="00555B7A" w:rsidRPr="00A0774F" w14:paraId="3C3444DA" w14:textId="77777777" w:rsidTr="002C3BDB">
        <w:tc>
          <w:tcPr>
            <w:tcW w:w="7371" w:type="dxa"/>
            <w:vMerge/>
          </w:tcPr>
          <w:p w14:paraId="7873B2D9" w14:textId="77777777" w:rsidR="00555B7A" w:rsidRPr="00A0774F" w:rsidRDefault="00555B7A" w:rsidP="002C3BD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09A137BB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25" w:type="dxa"/>
            <w:vAlign w:val="center"/>
          </w:tcPr>
          <w:p w14:paraId="08E3AF05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vAlign w:val="center"/>
          </w:tcPr>
          <w:p w14:paraId="21BDFB21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5" w:type="dxa"/>
            <w:vAlign w:val="center"/>
          </w:tcPr>
          <w:p w14:paraId="1057F031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6" w:type="dxa"/>
            <w:vAlign w:val="center"/>
          </w:tcPr>
          <w:p w14:paraId="18A63B0E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55B7A" w:rsidRPr="00A0774F" w14:paraId="1C3242B0" w14:textId="77777777" w:rsidTr="002C3BDB">
        <w:tc>
          <w:tcPr>
            <w:tcW w:w="7371" w:type="dxa"/>
          </w:tcPr>
          <w:p w14:paraId="3C4244F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</w:t>
            </w:r>
          </w:p>
        </w:tc>
        <w:tc>
          <w:tcPr>
            <w:tcW w:w="426" w:type="dxa"/>
          </w:tcPr>
          <w:p w14:paraId="555BEB6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261BE8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AD8310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2DD41B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4D2EEC76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1A1C6E55" w14:textId="77777777" w:rsidTr="002C3BDB">
        <w:tc>
          <w:tcPr>
            <w:tcW w:w="7371" w:type="dxa"/>
          </w:tcPr>
          <w:p w14:paraId="4F3508E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2) ความชัดเจนของ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บทนำและความสำคัญของ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</w:p>
        </w:tc>
        <w:tc>
          <w:tcPr>
            <w:tcW w:w="426" w:type="dxa"/>
          </w:tcPr>
          <w:p w14:paraId="40A3F4F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CF885A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52C828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7976E1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376789C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59C4D6CB" w14:textId="77777777" w:rsidTr="002C3BDB">
        <w:tc>
          <w:tcPr>
            <w:tcW w:w="7371" w:type="dxa"/>
          </w:tcPr>
          <w:p w14:paraId="4FC175B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3) วรรณกรรมและทฤษฎีที่เกี่ยวข้อง</w:t>
            </w:r>
          </w:p>
        </w:tc>
        <w:tc>
          <w:tcPr>
            <w:tcW w:w="426" w:type="dxa"/>
          </w:tcPr>
          <w:p w14:paraId="4BCDC83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086E4E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2088CF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D13F2A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61501F1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33A3FEC0" w14:textId="77777777" w:rsidTr="002C3BDB">
        <w:tc>
          <w:tcPr>
            <w:tcW w:w="7371" w:type="dxa"/>
          </w:tcPr>
          <w:p w14:paraId="6F71211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ระเบียบวิธีวิจัย</w:t>
            </w:r>
          </w:p>
        </w:tc>
        <w:tc>
          <w:tcPr>
            <w:tcW w:w="426" w:type="dxa"/>
          </w:tcPr>
          <w:p w14:paraId="620FF035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87F149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E44ED6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5550D8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7AF5680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7ED025D7" w14:textId="77777777" w:rsidTr="002C3BDB">
        <w:tc>
          <w:tcPr>
            <w:tcW w:w="7371" w:type="dxa"/>
          </w:tcPr>
          <w:p w14:paraId="3570E67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การสรุปผลการวิจัย</w:t>
            </w:r>
          </w:p>
        </w:tc>
        <w:tc>
          <w:tcPr>
            <w:tcW w:w="426" w:type="dxa"/>
          </w:tcPr>
          <w:p w14:paraId="474721F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EEF422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BC871F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3C9986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07E888A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6E329CEA" w14:textId="77777777" w:rsidTr="002C3BDB">
        <w:tc>
          <w:tcPr>
            <w:tcW w:w="7371" w:type="dxa"/>
          </w:tcPr>
          <w:p w14:paraId="1248B6D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การอภิปรายผล</w:t>
            </w:r>
          </w:p>
        </w:tc>
        <w:tc>
          <w:tcPr>
            <w:tcW w:w="426" w:type="dxa"/>
          </w:tcPr>
          <w:p w14:paraId="0A9C55F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A9AAD1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AEFF6D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2DD96F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79F6053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5E7EA035" w14:textId="77777777" w:rsidTr="002C3BDB">
        <w:tc>
          <w:tcPr>
            <w:tcW w:w="7371" w:type="dxa"/>
          </w:tcPr>
          <w:p w14:paraId="26BAB51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7) การอ้างอิง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ในเนื้อหา</w:t>
            </w:r>
          </w:p>
        </w:tc>
        <w:tc>
          <w:tcPr>
            <w:tcW w:w="426" w:type="dxa"/>
          </w:tcPr>
          <w:p w14:paraId="63C3205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FBC2DF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13BB1A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A1AF62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2761657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6FA453F3" w14:textId="77777777" w:rsidTr="002C3BDB">
        <w:tc>
          <w:tcPr>
            <w:tcW w:w="7371" w:type="dxa"/>
          </w:tcPr>
          <w:p w14:paraId="3AD4F58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(บรรณานุกรม)</w:t>
            </w:r>
          </w:p>
        </w:tc>
        <w:tc>
          <w:tcPr>
            <w:tcW w:w="426" w:type="dxa"/>
          </w:tcPr>
          <w:p w14:paraId="16DB576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7B5598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3381F4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B13D5A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62F86E1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13C06331" w14:textId="77777777" w:rsidTr="002C3BDB">
        <w:tc>
          <w:tcPr>
            <w:tcW w:w="7371" w:type="dxa"/>
          </w:tcPr>
          <w:p w14:paraId="0E358B3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ภาษาที่ใช้ใน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บทความ</w:t>
            </w:r>
          </w:p>
        </w:tc>
        <w:tc>
          <w:tcPr>
            <w:tcW w:w="426" w:type="dxa"/>
          </w:tcPr>
          <w:p w14:paraId="3729784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CF8B68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C7E43D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2FE365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3D76DB1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762DD216" w14:textId="77777777" w:rsidTr="002C3BDB">
        <w:tc>
          <w:tcPr>
            <w:tcW w:w="7371" w:type="dxa"/>
          </w:tcPr>
          <w:p w14:paraId="56AA141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10) ความ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ที่นำเสนอ</w:t>
            </w:r>
          </w:p>
        </w:tc>
        <w:tc>
          <w:tcPr>
            <w:tcW w:w="426" w:type="dxa"/>
          </w:tcPr>
          <w:p w14:paraId="55D250A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06E339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EBE4F3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5F2F57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54C073F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6E1882F" w14:textId="77777777" w:rsidR="00555B7A" w:rsidRPr="004E21D4" w:rsidRDefault="00555B7A" w:rsidP="00555B7A">
      <w:pPr>
        <w:rPr>
          <w:rFonts w:ascii="TH SarabunPSK" w:hAnsi="TH SarabunPSK" w:cs="TH SarabunPSK"/>
          <w:sz w:val="20"/>
          <w:szCs w:val="20"/>
        </w:rPr>
      </w:pPr>
    </w:p>
    <w:p w14:paraId="25324606" w14:textId="77777777" w:rsidR="00555B7A" w:rsidRDefault="00555B7A" w:rsidP="00555B7A">
      <w:pPr>
        <w:jc w:val="right"/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>คะแนนประเมิน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Pr="00A0774F">
        <w:rPr>
          <w:rFonts w:ascii="TH SarabunPSK" w:hAnsi="TH SarabunPSK" w:cs="TH SarabunPSK"/>
          <w:sz w:val="32"/>
          <w:szCs w:val="32"/>
        </w:rPr>
        <w:t xml:space="preserve"> </w:t>
      </w:r>
      <w:r w:rsidRPr="00A0774F">
        <w:rPr>
          <w:rFonts w:ascii="TH SarabunPSK" w:hAnsi="TH SarabunPSK" w:cs="TH SarabunPSK"/>
          <w:sz w:val="32"/>
          <w:szCs w:val="32"/>
          <w:cs/>
        </w:rPr>
        <w:t>คะแนน</w:t>
      </w:r>
    </w:p>
    <w:p w14:paraId="14B50A95" w14:textId="77777777" w:rsidR="00555B7A" w:rsidRPr="00945C0E" w:rsidRDefault="00555B7A" w:rsidP="00555B7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บทความที่ได้คะแนนประเมินรวม</w:t>
      </w:r>
      <w:r w:rsidRPr="00B77F0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น้อยกว่า 25 คะแนน</w:t>
      </w:r>
      <w:r>
        <w:rPr>
          <w:rFonts w:ascii="TH SarabunPSK" w:hAnsi="TH SarabunPSK" w:cs="TH SarabunPSK" w:hint="cs"/>
          <w:sz w:val="32"/>
          <w:szCs w:val="32"/>
          <w:cs/>
        </w:rPr>
        <w:t>จะไม่ได้รับการพิจารณาลง</w:t>
      </w:r>
      <w:r w:rsidRPr="00B32EA0">
        <w:rPr>
          <w:rFonts w:ascii="TH SarabunPSK" w:hAnsi="TH SarabunPSK" w:cs="TH SarabunPSK"/>
          <w:sz w:val="32"/>
          <w:szCs w:val="32"/>
          <w:cs/>
        </w:rPr>
        <w:t>เว็บไซต์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0063A4AA" w14:textId="77777777" w:rsidR="00555B7A" w:rsidRPr="00A0774F" w:rsidRDefault="00555B7A" w:rsidP="00555B7A">
      <w:pPr>
        <w:rPr>
          <w:rFonts w:ascii="TH SarabunPSK" w:hAnsi="TH SarabunPSK" w:cs="TH SarabunPSK"/>
          <w:b/>
          <w:bCs/>
          <w:sz w:val="32"/>
          <w:szCs w:val="32"/>
        </w:rPr>
      </w:pPr>
      <w:r w:rsidRPr="00A0774F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</w:t>
      </w:r>
    </w:p>
    <w:p w14:paraId="09B0B985" w14:textId="77777777" w:rsidR="00555B7A" w:rsidRPr="00A0774F" w:rsidRDefault="00555B7A" w:rsidP="00555B7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A0774F">
        <w:rPr>
          <w:rFonts w:ascii="TH SarabunPSK" w:hAnsi="TH SarabunPSK" w:cs="TH SarabunPSK"/>
          <w:sz w:val="32"/>
          <w:szCs w:val="32"/>
        </w:rPr>
        <w:sym w:font="Wingdings" w:char="F0A8"/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 รับลงโดยไม่ต้องแก้ไข</w:t>
      </w:r>
    </w:p>
    <w:p w14:paraId="5BC9D9CA" w14:textId="77777777" w:rsidR="00555B7A" w:rsidRPr="00A0774F" w:rsidRDefault="00555B7A" w:rsidP="00555B7A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 xml:space="preserve">รับลงโดยต้องมีการแก้ไข </w:t>
      </w:r>
    </w:p>
    <w:p w14:paraId="69B5049F" w14:textId="77777777" w:rsidR="00555B7A" w:rsidRPr="00945C0E" w:rsidRDefault="00555B7A" w:rsidP="00555B7A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>ไม่เหมาะสมที่จะลง</w:t>
      </w:r>
      <w:r w:rsidRPr="00B32EA0">
        <w:rPr>
          <w:rFonts w:ascii="TH SarabunPSK" w:hAnsi="TH SarabunPSK" w:cs="TH SarabunPSK"/>
          <w:sz w:val="32"/>
          <w:szCs w:val="32"/>
          <w:cs/>
        </w:rPr>
        <w:t>เว็บไซต์</w:t>
      </w:r>
    </w:p>
    <w:p w14:paraId="607F280B" w14:textId="77777777" w:rsidR="00555B7A" w:rsidRDefault="00555B7A" w:rsidP="00555B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ข้อแนะนำ / ข้อคิดเห็น / ข้อเสนอแนะ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(เพิ่มเติม-ถ้ามี)</w:t>
      </w:r>
    </w:p>
    <w:p w14:paraId="09301780" w14:textId="77777777" w:rsidR="00555B7A" w:rsidRPr="004E21D4" w:rsidRDefault="00555B7A" w:rsidP="00555B7A">
      <w:pPr>
        <w:ind w:firstLine="720"/>
        <w:rPr>
          <w:rFonts w:ascii="TH SarabunPSK" w:hAnsi="TH SarabunPSK" w:cs="TH SarabunPSK"/>
          <w:sz w:val="32"/>
          <w:szCs w:val="32"/>
        </w:rPr>
      </w:pPr>
      <w:r w:rsidRPr="004E21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  <w:r w:rsidRPr="004E21D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023363" w14:textId="77777777" w:rsidR="00555B7A" w:rsidRPr="00A0774F" w:rsidRDefault="00555B7A" w:rsidP="00555B7A">
      <w:pPr>
        <w:rPr>
          <w:rFonts w:ascii="TH SarabunPSK" w:hAnsi="TH SarabunPSK" w:cs="TH SarabunPSK"/>
          <w:sz w:val="32"/>
          <w:szCs w:val="32"/>
          <w:cs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 xml:space="preserve">(อาจแนบเอกสารเพิ่ม </w:t>
      </w:r>
      <w:r w:rsidRPr="00A0774F">
        <w:rPr>
          <w:rFonts w:ascii="TH SarabunPSK" w:hAnsi="TH SarabunPSK" w:cs="TH SarabunPSK"/>
          <w:sz w:val="32"/>
          <w:szCs w:val="32"/>
        </w:rPr>
        <w:t>–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ถ้ามี) </w:t>
      </w:r>
    </w:p>
    <w:p w14:paraId="107A250D" w14:textId="77777777" w:rsid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A0774F">
        <w:rPr>
          <w:rFonts w:ascii="TH SarabunPSK" w:hAnsi="TH SarabunPSK" w:cs="TH SarabunPSK"/>
          <w:sz w:val="32"/>
          <w:szCs w:val="32"/>
          <w:cs/>
        </w:rPr>
        <w:t>ลงชื่อผู้ประเมิน</w:t>
      </w:r>
      <w:r w:rsidRPr="00A0774F">
        <w:rPr>
          <w:rFonts w:ascii="TH SarabunPSK" w:hAnsi="TH SarabunPSK" w:cs="TH SarabunPSK"/>
          <w:sz w:val="32"/>
          <w:szCs w:val="32"/>
        </w:rPr>
        <w:t xml:space="preserve"> </w:t>
      </w:r>
    </w:p>
    <w:p w14:paraId="38EC0D29" w14:textId="77777777" w:rsidR="00555B7A" w:rsidRPr="004E21D4" w:rsidRDefault="00555B7A" w:rsidP="00555B7A">
      <w:pPr>
        <w:ind w:left="4320"/>
        <w:rPr>
          <w:rFonts w:ascii="TH SarabunPSK" w:hAnsi="TH SarabunPSK" w:cs="TH SarabunPSK"/>
          <w:sz w:val="12"/>
          <w:szCs w:val="12"/>
        </w:rPr>
      </w:pPr>
    </w:p>
    <w:p w14:paraId="52C1A287" w14:textId="77777777" w:rsid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14:paraId="6984FD91" w14:textId="77777777" w:rsidR="00555B7A" w:rsidRPr="00A0774F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(………….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....................................................)                                             </w:t>
      </w:r>
    </w:p>
    <w:p w14:paraId="63E4A841" w14:textId="7898662D" w:rsid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 </w:t>
      </w:r>
      <w:r w:rsidRPr="00A0774F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A0774F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>…………</w:t>
      </w:r>
    </w:p>
    <w:p w14:paraId="289E1B41" w14:textId="77777777" w:rsidR="00555B7A" w:rsidRPr="00684EF0" w:rsidRDefault="00555B7A" w:rsidP="00555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77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แบบประเมินบทความวิจัย</w:t>
      </w:r>
      <w:r w:rsidRPr="00224E4F">
        <w:rPr>
          <w:rFonts w:ascii="TH SarabunPSK" w:hAnsi="TH SarabunPSK" w:cs="TH SarabunPSK"/>
          <w:b/>
          <w:bCs/>
          <w:sz w:val="32"/>
          <w:szCs w:val="32"/>
          <w:cs/>
        </w:rPr>
        <w:t>จากปริญญานิพนธ์</w:t>
      </w:r>
    </w:p>
    <w:p w14:paraId="54886015" w14:textId="77777777" w:rsidR="00555B7A" w:rsidRDefault="00555B7A" w:rsidP="00555B7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EDAECCF" w14:textId="77777777" w:rsidR="00555B7A" w:rsidRPr="00555B7A" w:rsidRDefault="00555B7A" w:rsidP="00555B7A">
      <w:pPr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426"/>
        <w:gridCol w:w="425"/>
        <w:gridCol w:w="425"/>
        <w:gridCol w:w="425"/>
        <w:gridCol w:w="426"/>
      </w:tblGrid>
      <w:tr w:rsidR="00555B7A" w:rsidRPr="00A0774F" w14:paraId="57C6A738" w14:textId="77777777" w:rsidTr="002C3BDB">
        <w:tc>
          <w:tcPr>
            <w:tcW w:w="7371" w:type="dxa"/>
            <w:vMerge w:val="restart"/>
            <w:vAlign w:val="center"/>
          </w:tcPr>
          <w:p w14:paraId="7FBB793E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เกณฑ์ในการ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</w:p>
        </w:tc>
        <w:tc>
          <w:tcPr>
            <w:tcW w:w="2127" w:type="dxa"/>
            <w:gridSpan w:val="5"/>
            <w:vAlign w:val="center"/>
          </w:tcPr>
          <w:p w14:paraId="56273AA1" w14:textId="77777777" w:rsidR="00555B7A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คะแนนประเมิน</w:t>
            </w:r>
          </w:p>
          <w:p w14:paraId="3A011D1D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(มีความเหมะสมมากไปน้อยตามลำดับ)</w:t>
            </w:r>
          </w:p>
        </w:tc>
      </w:tr>
      <w:tr w:rsidR="00555B7A" w:rsidRPr="00A0774F" w14:paraId="119777F8" w14:textId="77777777" w:rsidTr="002C3BDB">
        <w:tc>
          <w:tcPr>
            <w:tcW w:w="7371" w:type="dxa"/>
            <w:vMerge/>
          </w:tcPr>
          <w:p w14:paraId="7B09E655" w14:textId="77777777" w:rsidR="00555B7A" w:rsidRPr="00A0774F" w:rsidRDefault="00555B7A" w:rsidP="002C3BD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45D646A9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25" w:type="dxa"/>
            <w:vAlign w:val="center"/>
          </w:tcPr>
          <w:p w14:paraId="48619DEE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vAlign w:val="center"/>
          </w:tcPr>
          <w:p w14:paraId="63F499D0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5" w:type="dxa"/>
            <w:vAlign w:val="center"/>
          </w:tcPr>
          <w:p w14:paraId="39BD9F0C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6" w:type="dxa"/>
            <w:vAlign w:val="center"/>
          </w:tcPr>
          <w:p w14:paraId="3A8B6B12" w14:textId="77777777" w:rsidR="00555B7A" w:rsidRPr="00A0774F" w:rsidRDefault="00555B7A" w:rsidP="002C3B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55B7A" w:rsidRPr="00A0774F" w14:paraId="07EC1DB0" w14:textId="77777777" w:rsidTr="002C3BDB">
        <w:tc>
          <w:tcPr>
            <w:tcW w:w="7371" w:type="dxa"/>
          </w:tcPr>
          <w:p w14:paraId="7AE2242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</w:t>
            </w:r>
          </w:p>
        </w:tc>
        <w:tc>
          <w:tcPr>
            <w:tcW w:w="426" w:type="dxa"/>
          </w:tcPr>
          <w:p w14:paraId="5092F6A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10DBEA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75735C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7B5EBF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492ABEF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5A778E6F" w14:textId="77777777" w:rsidTr="002C3BDB">
        <w:tc>
          <w:tcPr>
            <w:tcW w:w="7371" w:type="dxa"/>
          </w:tcPr>
          <w:p w14:paraId="083B9F4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2) ความชัดเจนของ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บทนำและความสำคัญของ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</w:p>
        </w:tc>
        <w:tc>
          <w:tcPr>
            <w:tcW w:w="426" w:type="dxa"/>
          </w:tcPr>
          <w:p w14:paraId="72599B4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2A655F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23C017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3107F35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2AECD36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3CFBA0FC" w14:textId="77777777" w:rsidTr="002C3BDB">
        <w:tc>
          <w:tcPr>
            <w:tcW w:w="7371" w:type="dxa"/>
          </w:tcPr>
          <w:p w14:paraId="37A00BA5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3) วรรณกรรมและทฤษฎีที่เกี่ยวข้อง</w:t>
            </w:r>
          </w:p>
        </w:tc>
        <w:tc>
          <w:tcPr>
            <w:tcW w:w="426" w:type="dxa"/>
          </w:tcPr>
          <w:p w14:paraId="11EB922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553D55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C2D24C8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AE8D7E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51AEE10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71509ECC" w14:textId="77777777" w:rsidTr="002C3BDB">
        <w:tc>
          <w:tcPr>
            <w:tcW w:w="7371" w:type="dxa"/>
          </w:tcPr>
          <w:p w14:paraId="1C5BBC6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ระเบียบวิธีวิจัย</w:t>
            </w:r>
          </w:p>
        </w:tc>
        <w:tc>
          <w:tcPr>
            <w:tcW w:w="426" w:type="dxa"/>
          </w:tcPr>
          <w:p w14:paraId="0657F25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6F7F606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1A633E6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021D1C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2C7A77B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6839C9CF" w14:textId="77777777" w:rsidTr="002C3BDB">
        <w:tc>
          <w:tcPr>
            <w:tcW w:w="7371" w:type="dxa"/>
          </w:tcPr>
          <w:p w14:paraId="3CE8DA1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การสรุปผลการวิจัย</w:t>
            </w:r>
          </w:p>
        </w:tc>
        <w:tc>
          <w:tcPr>
            <w:tcW w:w="426" w:type="dxa"/>
          </w:tcPr>
          <w:p w14:paraId="4C047AD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2E9E1B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186537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93C2E4E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74C943C5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7C47FF9B" w14:textId="77777777" w:rsidTr="002C3BDB">
        <w:tc>
          <w:tcPr>
            <w:tcW w:w="7371" w:type="dxa"/>
          </w:tcPr>
          <w:p w14:paraId="0C00041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การอภิปรายผล</w:t>
            </w:r>
          </w:p>
        </w:tc>
        <w:tc>
          <w:tcPr>
            <w:tcW w:w="426" w:type="dxa"/>
          </w:tcPr>
          <w:p w14:paraId="77AA6DF3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04903E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C2896A7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C2872A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66C3B01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460A43CB" w14:textId="77777777" w:rsidTr="002C3BDB">
        <w:tc>
          <w:tcPr>
            <w:tcW w:w="7371" w:type="dxa"/>
          </w:tcPr>
          <w:p w14:paraId="7125CA8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7) การอ้างอิง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ในเนื้อหา</w:t>
            </w:r>
          </w:p>
        </w:tc>
        <w:tc>
          <w:tcPr>
            <w:tcW w:w="426" w:type="dxa"/>
          </w:tcPr>
          <w:p w14:paraId="51D87D2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945493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216578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E280DB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41A3DAB6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184D273E" w14:textId="77777777" w:rsidTr="002C3BDB">
        <w:tc>
          <w:tcPr>
            <w:tcW w:w="7371" w:type="dxa"/>
          </w:tcPr>
          <w:p w14:paraId="12D7AE1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(บรรณานุกรม)</w:t>
            </w:r>
          </w:p>
        </w:tc>
        <w:tc>
          <w:tcPr>
            <w:tcW w:w="426" w:type="dxa"/>
          </w:tcPr>
          <w:p w14:paraId="773F99E6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E00071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21BCA0D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F233B60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45A9A5DF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55F32648" w14:textId="77777777" w:rsidTr="002C3BDB">
        <w:tc>
          <w:tcPr>
            <w:tcW w:w="7371" w:type="dxa"/>
          </w:tcPr>
          <w:p w14:paraId="62E73715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ภาษาที่ใช้ใน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บทความ</w:t>
            </w:r>
          </w:p>
        </w:tc>
        <w:tc>
          <w:tcPr>
            <w:tcW w:w="426" w:type="dxa"/>
          </w:tcPr>
          <w:p w14:paraId="5B391E5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94E815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3C3EEB9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EA9F111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38920C6B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B7A" w:rsidRPr="00A0774F" w14:paraId="68EBFEA4" w14:textId="77777777" w:rsidTr="002C3BDB">
        <w:tc>
          <w:tcPr>
            <w:tcW w:w="7371" w:type="dxa"/>
          </w:tcPr>
          <w:p w14:paraId="6C1087F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10) ความ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A0774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ที่นำเสนอ</w:t>
            </w:r>
          </w:p>
        </w:tc>
        <w:tc>
          <w:tcPr>
            <w:tcW w:w="426" w:type="dxa"/>
          </w:tcPr>
          <w:p w14:paraId="513C4F6A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1BF832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B1658DC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35BE1E4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14:paraId="16F5A5F2" w14:textId="77777777" w:rsidR="00555B7A" w:rsidRPr="00A0774F" w:rsidRDefault="00555B7A" w:rsidP="002C3B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094CF97" w14:textId="77777777" w:rsidR="00555B7A" w:rsidRPr="004E21D4" w:rsidRDefault="00555B7A" w:rsidP="00555B7A">
      <w:pPr>
        <w:rPr>
          <w:rFonts w:ascii="TH SarabunPSK" w:hAnsi="TH SarabunPSK" w:cs="TH SarabunPSK"/>
          <w:sz w:val="20"/>
          <w:szCs w:val="20"/>
        </w:rPr>
      </w:pPr>
    </w:p>
    <w:p w14:paraId="27ECB0EB" w14:textId="77777777" w:rsidR="00555B7A" w:rsidRDefault="00555B7A" w:rsidP="00555B7A">
      <w:pPr>
        <w:jc w:val="right"/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>คะแนนประเมิน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Pr="00A0774F">
        <w:rPr>
          <w:rFonts w:ascii="TH SarabunPSK" w:hAnsi="TH SarabunPSK" w:cs="TH SarabunPSK"/>
          <w:sz w:val="32"/>
          <w:szCs w:val="32"/>
        </w:rPr>
        <w:t xml:space="preserve"> </w:t>
      </w:r>
      <w:r w:rsidRPr="00A0774F">
        <w:rPr>
          <w:rFonts w:ascii="TH SarabunPSK" w:hAnsi="TH SarabunPSK" w:cs="TH SarabunPSK"/>
          <w:sz w:val="32"/>
          <w:szCs w:val="32"/>
          <w:cs/>
        </w:rPr>
        <w:t>คะแนน</w:t>
      </w:r>
    </w:p>
    <w:p w14:paraId="3E4BF1C6" w14:textId="77777777" w:rsidR="00555B7A" w:rsidRPr="00945C0E" w:rsidRDefault="00555B7A" w:rsidP="00555B7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บทความที่ได้คะแนนประเมินรวม</w:t>
      </w:r>
      <w:r w:rsidRPr="00B77F0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น้อยกว่า 25 คะแนน</w:t>
      </w:r>
      <w:r>
        <w:rPr>
          <w:rFonts w:ascii="TH SarabunPSK" w:hAnsi="TH SarabunPSK" w:cs="TH SarabunPSK" w:hint="cs"/>
          <w:sz w:val="32"/>
          <w:szCs w:val="32"/>
          <w:cs/>
        </w:rPr>
        <w:t>จะไม่ได้รับการพิจารณาลง</w:t>
      </w:r>
      <w:r w:rsidRPr="00B32EA0">
        <w:rPr>
          <w:rFonts w:ascii="TH SarabunPSK" w:hAnsi="TH SarabunPSK" w:cs="TH SarabunPSK"/>
          <w:sz w:val="32"/>
          <w:szCs w:val="32"/>
          <w:cs/>
        </w:rPr>
        <w:t>เว็บไซต์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028720EF" w14:textId="77777777" w:rsidR="00555B7A" w:rsidRPr="00A0774F" w:rsidRDefault="00555B7A" w:rsidP="00555B7A">
      <w:pPr>
        <w:rPr>
          <w:rFonts w:ascii="TH SarabunPSK" w:hAnsi="TH SarabunPSK" w:cs="TH SarabunPSK"/>
          <w:b/>
          <w:bCs/>
          <w:sz w:val="32"/>
          <w:szCs w:val="32"/>
        </w:rPr>
      </w:pPr>
      <w:r w:rsidRPr="00A0774F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</w:t>
      </w:r>
    </w:p>
    <w:p w14:paraId="150728CC" w14:textId="77777777" w:rsidR="00555B7A" w:rsidRPr="00A0774F" w:rsidRDefault="00555B7A" w:rsidP="00555B7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A0774F">
        <w:rPr>
          <w:rFonts w:ascii="TH SarabunPSK" w:hAnsi="TH SarabunPSK" w:cs="TH SarabunPSK"/>
          <w:sz w:val="32"/>
          <w:szCs w:val="32"/>
        </w:rPr>
        <w:sym w:font="Wingdings" w:char="F0A8"/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 รับลงโดยไม่ต้องแก้ไข</w:t>
      </w:r>
    </w:p>
    <w:p w14:paraId="4EB4E7E3" w14:textId="77777777" w:rsidR="00555B7A" w:rsidRPr="00A0774F" w:rsidRDefault="00555B7A" w:rsidP="00555B7A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 xml:space="preserve">รับลงโดยต้องมีการแก้ไข </w:t>
      </w:r>
    </w:p>
    <w:p w14:paraId="0D30CEC7" w14:textId="77777777" w:rsidR="00555B7A" w:rsidRPr="00945C0E" w:rsidRDefault="00555B7A" w:rsidP="00555B7A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>ไม่เหมาะสมที่จะลง</w:t>
      </w:r>
      <w:r w:rsidRPr="00B32EA0">
        <w:rPr>
          <w:rFonts w:ascii="TH SarabunPSK" w:hAnsi="TH SarabunPSK" w:cs="TH SarabunPSK"/>
          <w:sz w:val="32"/>
          <w:szCs w:val="32"/>
          <w:cs/>
        </w:rPr>
        <w:t>เว็บไซต์</w:t>
      </w:r>
    </w:p>
    <w:p w14:paraId="24795D92" w14:textId="77777777" w:rsidR="00555B7A" w:rsidRDefault="00555B7A" w:rsidP="00555B7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ข้อแนะนำ / ข้อคิดเห็น / ข้อเสนอแนะ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(เพิ่มเติม-ถ้ามี)</w:t>
      </w:r>
    </w:p>
    <w:p w14:paraId="5F076322" w14:textId="77777777" w:rsidR="00555B7A" w:rsidRPr="004E21D4" w:rsidRDefault="00555B7A" w:rsidP="00555B7A">
      <w:pPr>
        <w:ind w:firstLine="720"/>
        <w:rPr>
          <w:rFonts w:ascii="TH SarabunPSK" w:hAnsi="TH SarabunPSK" w:cs="TH SarabunPSK"/>
          <w:sz w:val="32"/>
          <w:szCs w:val="32"/>
        </w:rPr>
      </w:pPr>
      <w:r w:rsidRPr="004E21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  <w:r w:rsidRPr="004E21D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72F8ED" w14:textId="77777777" w:rsidR="00555B7A" w:rsidRPr="00A0774F" w:rsidRDefault="00555B7A" w:rsidP="00555B7A">
      <w:pPr>
        <w:rPr>
          <w:rFonts w:ascii="TH SarabunPSK" w:hAnsi="TH SarabunPSK" w:cs="TH SarabunPSK"/>
          <w:sz w:val="32"/>
          <w:szCs w:val="32"/>
          <w:cs/>
        </w:rPr>
      </w:pPr>
      <w:r w:rsidRPr="00A0774F">
        <w:rPr>
          <w:rFonts w:ascii="TH SarabunPSK" w:hAnsi="TH SarabunPSK" w:cs="TH SarabunPSK"/>
          <w:sz w:val="32"/>
          <w:szCs w:val="32"/>
          <w:cs/>
        </w:rPr>
        <w:t xml:space="preserve">(อาจแนบเอกสารเพิ่ม </w:t>
      </w:r>
      <w:r w:rsidRPr="00A0774F">
        <w:rPr>
          <w:rFonts w:ascii="TH SarabunPSK" w:hAnsi="TH SarabunPSK" w:cs="TH SarabunPSK"/>
          <w:sz w:val="32"/>
          <w:szCs w:val="32"/>
        </w:rPr>
        <w:t>–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 ถ้ามี) </w:t>
      </w:r>
    </w:p>
    <w:p w14:paraId="0AC47351" w14:textId="77777777" w:rsid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A0774F">
        <w:rPr>
          <w:rFonts w:ascii="TH SarabunPSK" w:hAnsi="TH SarabunPSK" w:cs="TH SarabunPSK"/>
          <w:sz w:val="32"/>
          <w:szCs w:val="32"/>
          <w:cs/>
        </w:rPr>
        <w:t>ลงชื่อผู้ประเมิน</w:t>
      </w:r>
      <w:r w:rsidRPr="00A0774F">
        <w:rPr>
          <w:rFonts w:ascii="TH SarabunPSK" w:hAnsi="TH SarabunPSK" w:cs="TH SarabunPSK"/>
          <w:sz w:val="32"/>
          <w:szCs w:val="32"/>
        </w:rPr>
        <w:t xml:space="preserve"> </w:t>
      </w:r>
    </w:p>
    <w:p w14:paraId="2D88AE63" w14:textId="77777777" w:rsidR="00555B7A" w:rsidRPr="004E21D4" w:rsidRDefault="00555B7A" w:rsidP="00555B7A">
      <w:pPr>
        <w:ind w:left="4320"/>
        <w:rPr>
          <w:rFonts w:ascii="TH SarabunPSK" w:hAnsi="TH SarabunPSK" w:cs="TH SarabunPSK"/>
          <w:sz w:val="12"/>
          <w:szCs w:val="12"/>
        </w:rPr>
      </w:pPr>
    </w:p>
    <w:p w14:paraId="6F96DC23" w14:textId="77777777" w:rsid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14:paraId="09881232" w14:textId="77777777" w:rsidR="00555B7A" w:rsidRPr="00A0774F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(………….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....................................................)                                             </w:t>
      </w:r>
    </w:p>
    <w:p w14:paraId="0994B2DA" w14:textId="4F011E56" w:rsidR="00555B7A" w:rsidRPr="00555B7A" w:rsidRDefault="00555B7A" w:rsidP="00555B7A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0774F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 </w:t>
      </w:r>
      <w:r w:rsidRPr="00A0774F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A0774F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>…………</w:t>
      </w:r>
    </w:p>
    <w:sectPr w:rsidR="00555B7A" w:rsidRPr="00555B7A" w:rsidSect="00961EE9">
      <w:headerReference w:type="even" r:id="rId8"/>
      <w:pgSz w:w="11906" w:h="16838" w:code="9"/>
      <w:pgMar w:top="1135" w:right="1376" w:bottom="1134" w:left="1418" w:header="284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00CB" w14:textId="77777777" w:rsidR="00E91EC3" w:rsidRDefault="00E91EC3">
      <w:r>
        <w:separator/>
      </w:r>
    </w:p>
  </w:endnote>
  <w:endnote w:type="continuationSeparator" w:id="0">
    <w:p w14:paraId="42BD53DA" w14:textId="77777777" w:rsidR="00E91EC3" w:rsidRDefault="00E9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4B62" w14:textId="77777777" w:rsidR="00E91EC3" w:rsidRDefault="00E91EC3">
      <w:r>
        <w:separator/>
      </w:r>
    </w:p>
  </w:footnote>
  <w:footnote w:type="continuationSeparator" w:id="0">
    <w:p w14:paraId="094FDDEB" w14:textId="77777777" w:rsidR="00E91EC3" w:rsidRDefault="00E9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9087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D7A36DF" w14:textId="77777777" w:rsidR="00B84631" w:rsidRDefault="00B84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5DE0"/>
    <w:multiLevelType w:val="hybridMultilevel"/>
    <w:tmpl w:val="129EB872"/>
    <w:lvl w:ilvl="0" w:tplc="129E92E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55D50BE"/>
    <w:multiLevelType w:val="hybridMultilevel"/>
    <w:tmpl w:val="10B071F6"/>
    <w:lvl w:ilvl="0" w:tplc="97DC5B0A">
      <w:numFmt w:val="bullet"/>
      <w:lvlText w:val="-"/>
      <w:lvlJc w:val="left"/>
      <w:pPr>
        <w:ind w:left="17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EC8204C"/>
    <w:multiLevelType w:val="hybridMultilevel"/>
    <w:tmpl w:val="C7BE5F22"/>
    <w:lvl w:ilvl="0" w:tplc="63F08EF4">
      <w:start w:val="3"/>
      <w:numFmt w:val="bullet"/>
      <w:lvlText w:val=""/>
      <w:lvlJc w:val="left"/>
      <w:pPr>
        <w:tabs>
          <w:tab w:val="num" w:pos="1110"/>
        </w:tabs>
        <w:ind w:left="1110" w:hanging="39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8D044D"/>
    <w:multiLevelType w:val="hybridMultilevel"/>
    <w:tmpl w:val="03FE7482"/>
    <w:lvl w:ilvl="0" w:tplc="FD5A1EDA">
      <w:numFmt w:val="bullet"/>
      <w:lvlText w:val="-"/>
      <w:lvlJc w:val="left"/>
      <w:pPr>
        <w:ind w:left="17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2969613B"/>
    <w:multiLevelType w:val="hybridMultilevel"/>
    <w:tmpl w:val="1EB8002A"/>
    <w:lvl w:ilvl="0" w:tplc="EF16C586">
      <w:numFmt w:val="bullet"/>
      <w:lvlText w:val=""/>
      <w:lvlJc w:val="left"/>
      <w:pPr>
        <w:ind w:left="2138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38210FD8"/>
    <w:multiLevelType w:val="hybridMultilevel"/>
    <w:tmpl w:val="C8FE6400"/>
    <w:lvl w:ilvl="0" w:tplc="A412DAC2">
      <w:start w:val="1"/>
      <w:numFmt w:val="bullet"/>
      <w:lvlText w:val="-"/>
      <w:lvlJc w:val="left"/>
      <w:pPr>
        <w:ind w:left="17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DA23315"/>
    <w:multiLevelType w:val="hybridMultilevel"/>
    <w:tmpl w:val="7B640B52"/>
    <w:lvl w:ilvl="0" w:tplc="CC5A0EBC">
      <w:start w:val="1"/>
      <w:numFmt w:val="decimal"/>
      <w:lvlText w:val="%1."/>
      <w:lvlJc w:val="left"/>
      <w:pPr>
        <w:ind w:left="1778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462A0D17"/>
    <w:multiLevelType w:val="hybridMultilevel"/>
    <w:tmpl w:val="24F2C0EE"/>
    <w:lvl w:ilvl="0" w:tplc="656C7A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3C62CCC"/>
    <w:multiLevelType w:val="hybridMultilevel"/>
    <w:tmpl w:val="E4EA7692"/>
    <w:lvl w:ilvl="0" w:tplc="11066A92">
      <w:numFmt w:val="bullet"/>
      <w:lvlText w:val=""/>
      <w:lvlJc w:val="left"/>
      <w:pPr>
        <w:ind w:left="2138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5AC4645D"/>
    <w:multiLevelType w:val="hybridMultilevel"/>
    <w:tmpl w:val="4672EE38"/>
    <w:lvl w:ilvl="0" w:tplc="D26E67D8">
      <w:numFmt w:val="bullet"/>
      <w:lvlText w:val="-"/>
      <w:lvlJc w:val="left"/>
      <w:pPr>
        <w:ind w:left="17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74C7553E"/>
    <w:multiLevelType w:val="hybridMultilevel"/>
    <w:tmpl w:val="23FCDA0E"/>
    <w:lvl w:ilvl="0" w:tplc="C0169E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205"/>
    <w:rsid w:val="000009B3"/>
    <w:rsid w:val="000069E1"/>
    <w:rsid w:val="0002097B"/>
    <w:rsid w:val="0002100B"/>
    <w:rsid w:val="00022EF3"/>
    <w:rsid w:val="0002589E"/>
    <w:rsid w:val="00041424"/>
    <w:rsid w:val="00043B30"/>
    <w:rsid w:val="0006583D"/>
    <w:rsid w:val="00070D81"/>
    <w:rsid w:val="00086217"/>
    <w:rsid w:val="000910CD"/>
    <w:rsid w:val="00095801"/>
    <w:rsid w:val="000A270C"/>
    <w:rsid w:val="000C2382"/>
    <w:rsid w:val="000C515C"/>
    <w:rsid w:val="000D658D"/>
    <w:rsid w:val="000E5B76"/>
    <w:rsid w:val="000E5D79"/>
    <w:rsid w:val="000E7540"/>
    <w:rsid w:val="000F117C"/>
    <w:rsid w:val="000F6E5B"/>
    <w:rsid w:val="00107DC9"/>
    <w:rsid w:val="001315D4"/>
    <w:rsid w:val="001377AC"/>
    <w:rsid w:val="00142B78"/>
    <w:rsid w:val="00162F52"/>
    <w:rsid w:val="00164711"/>
    <w:rsid w:val="001900F5"/>
    <w:rsid w:val="00193FB7"/>
    <w:rsid w:val="001A2D7A"/>
    <w:rsid w:val="001A39DF"/>
    <w:rsid w:val="001A5485"/>
    <w:rsid w:val="001B2E93"/>
    <w:rsid w:val="001B3F00"/>
    <w:rsid w:val="001C28B2"/>
    <w:rsid w:val="001D11A3"/>
    <w:rsid w:val="001D4610"/>
    <w:rsid w:val="001F5A8D"/>
    <w:rsid w:val="001F5E85"/>
    <w:rsid w:val="00204470"/>
    <w:rsid w:val="00214158"/>
    <w:rsid w:val="002150BF"/>
    <w:rsid w:val="00225855"/>
    <w:rsid w:val="00234405"/>
    <w:rsid w:val="00247D14"/>
    <w:rsid w:val="00251FF0"/>
    <w:rsid w:val="0025771E"/>
    <w:rsid w:val="0026649B"/>
    <w:rsid w:val="002747A4"/>
    <w:rsid w:val="002A2D95"/>
    <w:rsid w:val="002C417B"/>
    <w:rsid w:val="002C7474"/>
    <w:rsid w:val="002D1817"/>
    <w:rsid w:val="002E1EB8"/>
    <w:rsid w:val="002E2F7F"/>
    <w:rsid w:val="002E3CEB"/>
    <w:rsid w:val="002F3A85"/>
    <w:rsid w:val="002F5BC6"/>
    <w:rsid w:val="00306CAA"/>
    <w:rsid w:val="0031259B"/>
    <w:rsid w:val="00322D72"/>
    <w:rsid w:val="00340E14"/>
    <w:rsid w:val="003613AF"/>
    <w:rsid w:val="00363205"/>
    <w:rsid w:val="0037610F"/>
    <w:rsid w:val="00376972"/>
    <w:rsid w:val="00387B20"/>
    <w:rsid w:val="00387C76"/>
    <w:rsid w:val="00391EA2"/>
    <w:rsid w:val="00392097"/>
    <w:rsid w:val="003A6FEC"/>
    <w:rsid w:val="003B0B81"/>
    <w:rsid w:val="003B4C14"/>
    <w:rsid w:val="003B67D9"/>
    <w:rsid w:val="003C2DBC"/>
    <w:rsid w:val="003E3D1B"/>
    <w:rsid w:val="003F7CDC"/>
    <w:rsid w:val="00405D77"/>
    <w:rsid w:val="004305AC"/>
    <w:rsid w:val="004470AA"/>
    <w:rsid w:val="00451928"/>
    <w:rsid w:val="00453B83"/>
    <w:rsid w:val="00460615"/>
    <w:rsid w:val="00464B83"/>
    <w:rsid w:val="00465D28"/>
    <w:rsid w:val="00467477"/>
    <w:rsid w:val="00467715"/>
    <w:rsid w:val="004807CE"/>
    <w:rsid w:val="0048393E"/>
    <w:rsid w:val="004B35F8"/>
    <w:rsid w:val="004B3C4D"/>
    <w:rsid w:val="004B4D7E"/>
    <w:rsid w:val="004C53C8"/>
    <w:rsid w:val="004D4358"/>
    <w:rsid w:val="004E2627"/>
    <w:rsid w:val="005079F8"/>
    <w:rsid w:val="00520E1C"/>
    <w:rsid w:val="005317B2"/>
    <w:rsid w:val="00534AB4"/>
    <w:rsid w:val="005471A2"/>
    <w:rsid w:val="00547BE6"/>
    <w:rsid w:val="0055035C"/>
    <w:rsid w:val="00555B7A"/>
    <w:rsid w:val="00561B46"/>
    <w:rsid w:val="00566B04"/>
    <w:rsid w:val="005914C8"/>
    <w:rsid w:val="00595C88"/>
    <w:rsid w:val="00596A2F"/>
    <w:rsid w:val="00596BEB"/>
    <w:rsid w:val="005A01F5"/>
    <w:rsid w:val="005A2866"/>
    <w:rsid w:val="005B7DD8"/>
    <w:rsid w:val="005C1D9D"/>
    <w:rsid w:val="005D0085"/>
    <w:rsid w:val="005F2846"/>
    <w:rsid w:val="005F4EE0"/>
    <w:rsid w:val="005F561A"/>
    <w:rsid w:val="005F7EFA"/>
    <w:rsid w:val="0060451E"/>
    <w:rsid w:val="00616F66"/>
    <w:rsid w:val="006359F6"/>
    <w:rsid w:val="00653DE4"/>
    <w:rsid w:val="00687ED1"/>
    <w:rsid w:val="006A0EF7"/>
    <w:rsid w:val="006A128A"/>
    <w:rsid w:val="006A39AF"/>
    <w:rsid w:val="006A4118"/>
    <w:rsid w:val="006A59D8"/>
    <w:rsid w:val="006B17F4"/>
    <w:rsid w:val="006D16F7"/>
    <w:rsid w:val="006D4D6A"/>
    <w:rsid w:val="006F4F5E"/>
    <w:rsid w:val="006F538B"/>
    <w:rsid w:val="006F6058"/>
    <w:rsid w:val="00700FE1"/>
    <w:rsid w:val="00704A7F"/>
    <w:rsid w:val="00704AB2"/>
    <w:rsid w:val="00711253"/>
    <w:rsid w:val="00727DA8"/>
    <w:rsid w:val="0074089D"/>
    <w:rsid w:val="00744567"/>
    <w:rsid w:val="00744997"/>
    <w:rsid w:val="00760F24"/>
    <w:rsid w:val="00765214"/>
    <w:rsid w:val="00767224"/>
    <w:rsid w:val="00772BE5"/>
    <w:rsid w:val="007738F6"/>
    <w:rsid w:val="00791E84"/>
    <w:rsid w:val="007941B5"/>
    <w:rsid w:val="00794CC4"/>
    <w:rsid w:val="007A4E68"/>
    <w:rsid w:val="007D02BD"/>
    <w:rsid w:val="007E2DBB"/>
    <w:rsid w:val="007E6E95"/>
    <w:rsid w:val="007F0AFB"/>
    <w:rsid w:val="007F4CC4"/>
    <w:rsid w:val="007F5306"/>
    <w:rsid w:val="008203F0"/>
    <w:rsid w:val="00822694"/>
    <w:rsid w:val="0082348C"/>
    <w:rsid w:val="0084590E"/>
    <w:rsid w:val="00850774"/>
    <w:rsid w:val="008535D9"/>
    <w:rsid w:val="00853E40"/>
    <w:rsid w:val="0086677E"/>
    <w:rsid w:val="008720A2"/>
    <w:rsid w:val="00887F63"/>
    <w:rsid w:val="008A37F8"/>
    <w:rsid w:val="008B6503"/>
    <w:rsid w:val="008C01AC"/>
    <w:rsid w:val="008D116A"/>
    <w:rsid w:val="00904C2B"/>
    <w:rsid w:val="009073F6"/>
    <w:rsid w:val="0091188C"/>
    <w:rsid w:val="00915B10"/>
    <w:rsid w:val="00916A77"/>
    <w:rsid w:val="00921E9F"/>
    <w:rsid w:val="00923102"/>
    <w:rsid w:val="009235F9"/>
    <w:rsid w:val="0094327A"/>
    <w:rsid w:val="009436B2"/>
    <w:rsid w:val="00946E2C"/>
    <w:rsid w:val="00951D06"/>
    <w:rsid w:val="00952638"/>
    <w:rsid w:val="0095298F"/>
    <w:rsid w:val="009605DB"/>
    <w:rsid w:val="00961EE9"/>
    <w:rsid w:val="009631A5"/>
    <w:rsid w:val="0097122B"/>
    <w:rsid w:val="00975E77"/>
    <w:rsid w:val="00987DF0"/>
    <w:rsid w:val="00990D85"/>
    <w:rsid w:val="009971EA"/>
    <w:rsid w:val="009C1DB0"/>
    <w:rsid w:val="009C3923"/>
    <w:rsid w:val="009C74E1"/>
    <w:rsid w:val="009D74D7"/>
    <w:rsid w:val="009F3312"/>
    <w:rsid w:val="009F57E4"/>
    <w:rsid w:val="00A21C6F"/>
    <w:rsid w:val="00A42254"/>
    <w:rsid w:val="00A534DD"/>
    <w:rsid w:val="00A545A7"/>
    <w:rsid w:val="00A60D81"/>
    <w:rsid w:val="00A64DF4"/>
    <w:rsid w:val="00A74E2F"/>
    <w:rsid w:val="00A755A5"/>
    <w:rsid w:val="00A862DC"/>
    <w:rsid w:val="00A865D3"/>
    <w:rsid w:val="00A96EA0"/>
    <w:rsid w:val="00A97E58"/>
    <w:rsid w:val="00AB0C2F"/>
    <w:rsid w:val="00AB29F1"/>
    <w:rsid w:val="00AB3BC8"/>
    <w:rsid w:val="00AD0725"/>
    <w:rsid w:val="00AD177B"/>
    <w:rsid w:val="00AD69C9"/>
    <w:rsid w:val="00AE2D99"/>
    <w:rsid w:val="00AE33A5"/>
    <w:rsid w:val="00AE4267"/>
    <w:rsid w:val="00AF0D12"/>
    <w:rsid w:val="00AF1423"/>
    <w:rsid w:val="00B045DC"/>
    <w:rsid w:val="00B17666"/>
    <w:rsid w:val="00B25BF6"/>
    <w:rsid w:val="00B35167"/>
    <w:rsid w:val="00B63399"/>
    <w:rsid w:val="00B7219A"/>
    <w:rsid w:val="00B80B01"/>
    <w:rsid w:val="00B823F3"/>
    <w:rsid w:val="00B84631"/>
    <w:rsid w:val="00B8566C"/>
    <w:rsid w:val="00B9270A"/>
    <w:rsid w:val="00B948F0"/>
    <w:rsid w:val="00B94A4D"/>
    <w:rsid w:val="00BA1410"/>
    <w:rsid w:val="00BB0CDE"/>
    <w:rsid w:val="00BB2320"/>
    <w:rsid w:val="00BB67D0"/>
    <w:rsid w:val="00BC3E8A"/>
    <w:rsid w:val="00BD2B85"/>
    <w:rsid w:val="00BE0418"/>
    <w:rsid w:val="00BE0E7C"/>
    <w:rsid w:val="00BE1B55"/>
    <w:rsid w:val="00BF3816"/>
    <w:rsid w:val="00C0575E"/>
    <w:rsid w:val="00C076BD"/>
    <w:rsid w:val="00C13F57"/>
    <w:rsid w:val="00C144C5"/>
    <w:rsid w:val="00C20F3F"/>
    <w:rsid w:val="00C2451C"/>
    <w:rsid w:val="00C66FC9"/>
    <w:rsid w:val="00C853B1"/>
    <w:rsid w:val="00C87E7C"/>
    <w:rsid w:val="00C94909"/>
    <w:rsid w:val="00CA1EE4"/>
    <w:rsid w:val="00CA3F17"/>
    <w:rsid w:val="00CA5050"/>
    <w:rsid w:val="00CC2FF8"/>
    <w:rsid w:val="00CC7402"/>
    <w:rsid w:val="00CD4D10"/>
    <w:rsid w:val="00CF2724"/>
    <w:rsid w:val="00D105C3"/>
    <w:rsid w:val="00D13521"/>
    <w:rsid w:val="00D249E8"/>
    <w:rsid w:val="00D27B72"/>
    <w:rsid w:val="00D35165"/>
    <w:rsid w:val="00D42CE4"/>
    <w:rsid w:val="00D504F0"/>
    <w:rsid w:val="00D518B7"/>
    <w:rsid w:val="00D522DD"/>
    <w:rsid w:val="00D65415"/>
    <w:rsid w:val="00D6626B"/>
    <w:rsid w:val="00D71874"/>
    <w:rsid w:val="00D85C77"/>
    <w:rsid w:val="00D9052E"/>
    <w:rsid w:val="00D92723"/>
    <w:rsid w:val="00D95C48"/>
    <w:rsid w:val="00D976D2"/>
    <w:rsid w:val="00DB2523"/>
    <w:rsid w:val="00DB4F88"/>
    <w:rsid w:val="00DB741A"/>
    <w:rsid w:val="00DC62AC"/>
    <w:rsid w:val="00DE5A6C"/>
    <w:rsid w:val="00DF4D8F"/>
    <w:rsid w:val="00DF5729"/>
    <w:rsid w:val="00DF5E86"/>
    <w:rsid w:val="00E057DE"/>
    <w:rsid w:val="00E06B2E"/>
    <w:rsid w:val="00E13F29"/>
    <w:rsid w:val="00E41D0D"/>
    <w:rsid w:val="00E475A7"/>
    <w:rsid w:val="00E514A3"/>
    <w:rsid w:val="00E52029"/>
    <w:rsid w:val="00E531FF"/>
    <w:rsid w:val="00E537F1"/>
    <w:rsid w:val="00E546F2"/>
    <w:rsid w:val="00E741D2"/>
    <w:rsid w:val="00E80A6C"/>
    <w:rsid w:val="00E91EC3"/>
    <w:rsid w:val="00EB2FC6"/>
    <w:rsid w:val="00EC2D6C"/>
    <w:rsid w:val="00ED3BCB"/>
    <w:rsid w:val="00EE0C32"/>
    <w:rsid w:val="00EE337D"/>
    <w:rsid w:val="00EE6534"/>
    <w:rsid w:val="00EF10D4"/>
    <w:rsid w:val="00F01774"/>
    <w:rsid w:val="00F116A9"/>
    <w:rsid w:val="00F1409A"/>
    <w:rsid w:val="00F207EA"/>
    <w:rsid w:val="00F23720"/>
    <w:rsid w:val="00F35860"/>
    <w:rsid w:val="00F428EA"/>
    <w:rsid w:val="00F45B91"/>
    <w:rsid w:val="00F57925"/>
    <w:rsid w:val="00F66043"/>
    <w:rsid w:val="00F66754"/>
    <w:rsid w:val="00F95209"/>
    <w:rsid w:val="00FA4924"/>
    <w:rsid w:val="00FB3EF2"/>
    <w:rsid w:val="00FC5B68"/>
    <w:rsid w:val="00FE2AEE"/>
    <w:rsid w:val="00FE67AF"/>
    <w:rsid w:val="00FF0131"/>
    <w:rsid w:val="00FF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530CA5"/>
  <w15:chartTrackingRefBased/>
  <w15:docId w15:val="{FFD6B70A-7E28-4ECE-9393-EB7BA460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BE041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BE0418"/>
    <w:rPr>
      <w:rFonts w:ascii="Segoe UI" w:hAnsi="Segoe UI"/>
      <w:sz w:val="18"/>
      <w:szCs w:val="22"/>
    </w:rPr>
  </w:style>
  <w:style w:type="paragraph" w:styleId="BodyText">
    <w:name w:val="Body Text"/>
    <w:basedOn w:val="Normal"/>
    <w:link w:val="BodyTextChar"/>
    <w:rsid w:val="006F6058"/>
    <w:pPr>
      <w:spacing w:before="120"/>
    </w:pPr>
    <w:rPr>
      <w:rFonts w:ascii="Cordia New" w:eastAsia="Cordia New" w:hAnsi="Cordia New" w:cs="AngsanaUPC"/>
      <w:sz w:val="32"/>
      <w:szCs w:val="32"/>
    </w:rPr>
  </w:style>
  <w:style w:type="character" w:customStyle="1" w:styleId="BodyTextChar">
    <w:name w:val="Body Text Char"/>
    <w:link w:val="BodyText"/>
    <w:rsid w:val="006F6058"/>
    <w:rPr>
      <w:rFonts w:ascii="Cordia New" w:eastAsia="Cordia New" w:hAnsi="Cordia New" w:cs="AngsanaUPC"/>
      <w:sz w:val="32"/>
      <w:szCs w:val="32"/>
    </w:rPr>
  </w:style>
  <w:style w:type="paragraph" w:styleId="PlainText">
    <w:name w:val="Plain Text"/>
    <w:basedOn w:val="Normal"/>
    <w:link w:val="PlainTextChar"/>
    <w:rsid w:val="002F5BC6"/>
    <w:rPr>
      <w:rFonts w:ascii="Courier New" w:hAnsi="Courier New"/>
      <w:sz w:val="20"/>
      <w:szCs w:val="25"/>
    </w:rPr>
  </w:style>
  <w:style w:type="character" w:customStyle="1" w:styleId="PlainTextChar">
    <w:name w:val="Plain Text Char"/>
    <w:link w:val="PlainText"/>
    <w:rsid w:val="002F5BC6"/>
    <w:rPr>
      <w:rFonts w:ascii="Courier New" w:hAnsi="Courier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Itron\LOCALS~1\Temp\&#3627;&#3609;&#3633;&#3591;&#3626;&#3639;&#3629;&#3616;&#3634;&#3618;&#3651;&#360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หนังสือภายใน</Template>
  <TotalTime>6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คณะสังคมศาสตร์</dc:creator>
  <cp:keywords/>
  <cp:lastModifiedBy>Nutchanart U-thas</cp:lastModifiedBy>
  <cp:revision>7</cp:revision>
  <cp:lastPrinted>2023-04-10T05:01:00Z</cp:lastPrinted>
  <dcterms:created xsi:type="dcterms:W3CDTF">2023-04-10T04:58:00Z</dcterms:created>
  <dcterms:modified xsi:type="dcterms:W3CDTF">2023-04-11T07:26:00Z</dcterms:modified>
</cp:coreProperties>
</file>